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1E7098" w:rsidRPr="00E32975" w:rsidRDefault="00374707" w:rsidP="001E7098">
      <w:pPr>
        <w:pStyle w:val="Style10"/>
        <w:widowControl/>
        <w:spacing w:before="240" w:line="240" w:lineRule="auto"/>
        <w:ind w:right="-25" w:firstLine="0"/>
        <w:rPr>
          <w:rStyle w:val="FontStyle37"/>
          <w:rFonts w:asciiTheme="minorHAnsi" w:hAnsiTheme="minorHAnsi"/>
          <w:sz w:val="18"/>
          <w:szCs w:val="18"/>
        </w:rPr>
      </w:pPr>
      <w:r w:rsidRPr="001E7098">
        <w:rPr>
          <w:rFonts w:asciiTheme="minorHAnsi" w:hAnsiTheme="minorHAnsi"/>
          <w:sz w:val="18"/>
          <w:szCs w:val="18"/>
        </w:rPr>
        <w:t xml:space="preserve">Nabídka </w:t>
      </w:r>
      <w:proofErr w:type="gramStart"/>
      <w:r w:rsidRPr="001E7098">
        <w:rPr>
          <w:rFonts w:asciiTheme="minorHAnsi" w:hAnsiTheme="minorHAnsi"/>
          <w:sz w:val="18"/>
          <w:szCs w:val="18"/>
        </w:rPr>
        <w:t>na</w:t>
      </w:r>
      <w:proofErr w:type="gramEnd"/>
      <w:r w:rsidRPr="001E7098">
        <w:rPr>
          <w:rFonts w:asciiTheme="minorHAnsi" w:hAnsiTheme="minorHAnsi"/>
          <w:bCs/>
          <w:sz w:val="18"/>
          <w:szCs w:val="18"/>
        </w:rPr>
        <w:t>:</w:t>
      </w:r>
      <w:r w:rsidRPr="007364DE">
        <w:rPr>
          <w:bCs/>
        </w:rPr>
        <w:t xml:space="preserve"> </w:t>
      </w:r>
      <w:r w:rsidR="001E7098" w:rsidRPr="00E32975">
        <w:rPr>
          <w:rStyle w:val="FontStyle37"/>
          <w:rFonts w:asciiTheme="minorHAnsi" w:hAnsiTheme="minorHAnsi"/>
          <w:sz w:val="18"/>
          <w:szCs w:val="18"/>
        </w:rPr>
        <w:t>„</w:t>
      </w:r>
      <w:r w:rsidR="001E7098" w:rsidRPr="004A476A">
        <w:rPr>
          <w:rStyle w:val="FontStyle37"/>
          <w:rFonts w:asciiTheme="minorHAnsi" w:hAnsiTheme="minorHAnsi"/>
          <w:sz w:val="18"/>
          <w:szCs w:val="18"/>
        </w:rPr>
        <w:t>Servisní služby na 3 ks výtahů v </w:t>
      </w:r>
      <w:proofErr w:type="spellStart"/>
      <w:r w:rsidR="001E7098" w:rsidRPr="004A476A">
        <w:rPr>
          <w:rStyle w:val="FontStyle37"/>
          <w:rFonts w:asciiTheme="minorHAnsi" w:hAnsiTheme="minorHAnsi"/>
          <w:sz w:val="18"/>
          <w:szCs w:val="18"/>
        </w:rPr>
        <w:t>žst</w:t>
      </w:r>
      <w:proofErr w:type="spellEnd"/>
      <w:r w:rsidR="001E7098" w:rsidRPr="004A476A">
        <w:rPr>
          <w:rStyle w:val="FontStyle37"/>
          <w:rFonts w:asciiTheme="minorHAnsi" w:hAnsiTheme="minorHAnsi"/>
          <w:sz w:val="18"/>
          <w:szCs w:val="18"/>
        </w:rPr>
        <w:t>. Beroun“</w:t>
      </w:r>
    </w:p>
    <w:p w:rsidR="00374707" w:rsidRPr="007364DE" w:rsidRDefault="00374707" w:rsidP="00374707">
      <w:pPr>
        <w:rPr>
          <w:b/>
        </w:rPr>
      </w:pP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  <w:bookmarkStart w:id="0" w:name="_GoBack"/>
      <w:bookmarkEnd w:id="0"/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74707" w:rsidRPr="001E7098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1E7098">
        <w:t>S</w:t>
      </w:r>
      <w:r w:rsidR="00A83613">
        <w:t>eznam zařízení</w:t>
      </w:r>
    </w:p>
    <w:p w:rsidR="001E7098" w:rsidRPr="001E7098" w:rsidRDefault="001E7098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1E7098">
        <w:t>Formulář ČP o splnění základní způsobilosti</w:t>
      </w:r>
    </w:p>
    <w:p w:rsidR="00374707" w:rsidRPr="001E7098" w:rsidRDefault="001E7098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1E7098">
        <w:t>Formulář nabídky</w:t>
      </w:r>
      <w:r w:rsidRPr="001E7098">
        <w:tab/>
      </w:r>
      <w:r w:rsidRPr="001E7098">
        <w:tab/>
      </w:r>
      <w:r w:rsidRPr="001E7098">
        <w:tab/>
      </w:r>
      <w:r w:rsidRPr="001E7098">
        <w:tab/>
      </w:r>
      <w:r w:rsidRPr="001E7098">
        <w:tab/>
      </w:r>
      <w:r w:rsidRPr="001E7098">
        <w:tab/>
      </w:r>
      <w:r w:rsidRPr="001E7098">
        <w:tab/>
      </w:r>
      <w:r w:rsidR="00374707" w:rsidRPr="001E7098">
        <w:t>Formulář nabídky</w:t>
      </w:r>
    </w:p>
    <w:p w:rsidR="00374707" w:rsidRPr="001E7098" w:rsidRDefault="001C717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Soupis prací – jednotkové ceny</w:t>
      </w:r>
    </w:p>
    <w:p w:rsidR="00374707" w:rsidRPr="001E7098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1E7098">
        <w:t xml:space="preserve">Návrh smlouvy </w:t>
      </w:r>
    </w:p>
    <w:p w:rsidR="00374707" w:rsidRPr="001E7098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1E7098">
        <w:t>Analýza rizik - OŘ Praha</w:t>
      </w:r>
    </w:p>
    <w:p w:rsidR="00374707" w:rsidRPr="001E7098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1E7098">
        <w:t xml:space="preserve">BOZP při práci ve výškách </w:t>
      </w:r>
    </w:p>
    <w:p w:rsidR="00374707" w:rsidRPr="001E7098" w:rsidRDefault="00374707" w:rsidP="00374707">
      <w:pPr>
        <w:pStyle w:val="Zhlav"/>
        <w:tabs>
          <w:tab w:val="clear" w:pos="4536"/>
          <w:tab w:val="center" w:pos="993"/>
        </w:tabs>
        <w:ind w:left="1004"/>
      </w:pPr>
      <w:r w:rsidRPr="001E7098">
        <w:t>a nad volnou hloubkou</w:t>
      </w:r>
    </w:p>
    <w:p w:rsidR="00374707" w:rsidRPr="001E7098" w:rsidRDefault="001E7098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1E7098">
        <w:t>Nález podezřelého předmětu</w:t>
      </w:r>
    </w:p>
    <w:p w:rsidR="00374707" w:rsidRPr="001E7098" w:rsidRDefault="001E7098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1E7098">
        <w:t>ČP ve vztahu k zakázaným dohodám</w:t>
      </w:r>
      <w:r>
        <w:t>,</w:t>
      </w:r>
    </w:p>
    <w:p w:rsidR="00374707" w:rsidRPr="007364DE" w:rsidRDefault="00374707" w:rsidP="00374707">
      <w:pPr>
        <w:pStyle w:val="Zhlav"/>
        <w:spacing w:before="120"/>
      </w:pPr>
      <w:r w:rsidRPr="007364DE">
        <w:t xml:space="preserve">které </w:t>
      </w:r>
      <w:r w:rsidRPr="001E7098">
        <w:t xml:space="preserve">uznáváme pro smluvní vztah za závazné a na základě nichž jsme vytvořili cenu, nabízíme realizaci akce </w:t>
      </w:r>
      <w:r w:rsidRPr="001E7098">
        <w:rPr>
          <w:b/>
        </w:rPr>
        <w:t>„</w:t>
      </w:r>
      <w:r w:rsidR="001E7098" w:rsidRPr="001E7098">
        <w:rPr>
          <w:rStyle w:val="FontStyle37"/>
          <w:rFonts w:asciiTheme="minorHAnsi" w:hAnsiTheme="minorHAnsi"/>
          <w:color w:val="auto"/>
          <w:sz w:val="18"/>
          <w:szCs w:val="18"/>
        </w:rPr>
        <w:t>Servisní služby na 3 ks výtahů v </w:t>
      </w:r>
      <w:proofErr w:type="spellStart"/>
      <w:r w:rsidR="001E7098" w:rsidRPr="001E7098">
        <w:rPr>
          <w:rStyle w:val="FontStyle37"/>
          <w:rFonts w:asciiTheme="minorHAnsi" w:hAnsiTheme="minorHAnsi"/>
          <w:color w:val="auto"/>
          <w:sz w:val="18"/>
          <w:szCs w:val="18"/>
        </w:rPr>
        <w:t>žst</w:t>
      </w:r>
      <w:proofErr w:type="spellEnd"/>
      <w:r w:rsidR="001E7098" w:rsidRPr="001E7098">
        <w:rPr>
          <w:rStyle w:val="FontStyle37"/>
          <w:rFonts w:asciiTheme="minorHAnsi" w:hAnsiTheme="minorHAnsi"/>
          <w:color w:val="auto"/>
          <w:sz w:val="18"/>
          <w:szCs w:val="18"/>
        </w:rPr>
        <w:t>. Beroun</w:t>
      </w:r>
      <w:r w:rsidRPr="001E7098">
        <w:rPr>
          <w:b/>
        </w:rPr>
        <w:t xml:space="preserve">“ </w:t>
      </w:r>
      <w:r w:rsidRPr="007364DE">
        <w:t>za tuto nabídkovou cenu zpracovanou dle výkazu výměr:</w:t>
      </w:r>
    </w:p>
    <w:p w:rsidR="00374707" w:rsidRPr="007364DE" w:rsidRDefault="00374707" w:rsidP="00374707">
      <w:pPr>
        <w:pStyle w:val="Zhlav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374707" w:rsidRPr="007364DE" w:rsidRDefault="00374707" w:rsidP="00374707">
      <w:pPr>
        <w:numPr>
          <w:ilvl w:val="12"/>
          <w:numId w:val="0"/>
        </w:numPr>
        <w:tabs>
          <w:tab w:val="right" w:pos="6237"/>
        </w:tabs>
        <w:spacing w:before="120"/>
        <w:rPr>
          <w:b/>
          <w:bCs/>
        </w:rPr>
      </w:pPr>
      <w:r w:rsidRPr="007364DE">
        <w:rPr>
          <w:b/>
          <w:bCs/>
        </w:rPr>
        <w:t>Celková nabídková cena bez DPH:</w:t>
      </w:r>
      <w:r w:rsidRPr="007364DE">
        <w:rPr>
          <w:b/>
          <w:bCs/>
        </w:rPr>
        <w:tab/>
        <w:t>Kč</w:t>
      </w:r>
    </w:p>
    <w:p w:rsidR="00716F6F" w:rsidRPr="00716F6F" w:rsidRDefault="00374707" w:rsidP="00716F6F">
      <w:pPr>
        <w:numPr>
          <w:ilvl w:val="12"/>
          <w:numId w:val="0"/>
        </w:numPr>
        <w:tabs>
          <w:tab w:val="right" w:pos="6237"/>
        </w:tabs>
        <w:spacing w:before="120"/>
        <w:rPr>
          <w:b/>
          <w:bCs/>
        </w:rPr>
      </w:pPr>
      <w:r w:rsidRPr="00716F6F">
        <w:rPr>
          <w:b/>
          <w:bCs/>
        </w:rPr>
        <w:t xml:space="preserve">Nejnižší hodnotící číslo </w:t>
      </w:r>
    </w:p>
    <w:p w:rsidR="00374707" w:rsidRPr="007364DE" w:rsidRDefault="00374707" w:rsidP="00716F6F">
      <w:pPr>
        <w:numPr>
          <w:ilvl w:val="12"/>
          <w:numId w:val="0"/>
        </w:numPr>
        <w:tabs>
          <w:tab w:val="right" w:pos="6237"/>
        </w:tabs>
        <w:spacing w:before="120"/>
      </w:pPr>
      <w:r w:rsidRPr="007364DE">
        <w:t xml:space="preserve">Předmět veřejné zakázky  provedeme v rozsahu, který je přesně vymezen zadávacími podklady (viz. </w:t>
      </w:r>
      <w:proofErr w:type="gramStart"/>
      <w:r w:rsidRPr="007364DE">
        <w:t>bod</w:t>
      </w:r>
      <w:proofErr w:type="gramEnd"/>
      <w:r w:rsidRPr="007364DE">
        <w:t xml:space="preserve"> číslo 1). Souhlasíme s tím, že tato nabídka a zadávací dokumentace jsou závazným podkladem pro uzavření smlouvy </w:t>
      </w:r>
      <w:r w:rsidR="00B323D5" w:rsidRPr="00B323D5">
        <w:t>o dílo</w:t>
      </w:r>
      <w:r w:rsidRPr="00B323D5">
        <w:t>.</w:t>
      </w:r>
    </w:p>
    <w:p w:rsidR="00374707" w:rsidRPr="00B323D5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Termín </w:t>
      </w:r>
      <w:r w:rsidRPr="00B323D5">
        <w:t>plnění nabízíme v souladu s Vaším požadavkem takto:</w:t>
      </w:r>
    </w:p>
    <w:p w:rsidR="00374707" w:rsidRPr="00B323D5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B323D5">
        <w:t xml:space="preserve">Zahájení díla: </w:t>
      </w:r>
      <w:r w:rsidR="00B323D5" w:rsidRPr="00B323D5">
        <w:rPr>
          <w:b/>
        </w:rPr>
        <w:t>15. března 2020</w:t>
      </w:r>
      <w:r w:rsidRPr="00B323D5">
        <w:rPr>
          <w:b/>
        </w:rPr>
        <w:t xml:space="preserve"> 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7364DE">
        <w:lastRenderedPageBreak/>
        <w:t xml:space="preserve">Ukončení </w:t>
      </w:r>
      <w:r w:rsidRPr="00B323D5">
        <w:t xml:space="preserve">díla: </w:t>
      </w:r>
      <w:r w:rsidR="00B323D5" w:rsidRPr="00B323D5">
        <w:rPr>
          <w:b/>
        </w:rPr>
        <w:t>31</w:t>
      </w:r>
      <w:r w:rsidRPr="00B323D5">
        <w:rPr>
          <w:b/>
        </w:rPr>
        <w:t xml:space="preserve">. </w:t>
      </w:r>
      <w:r w:rsidR="00B323D5" w:rsidRPr="00B323D5">
        <w:rPr>
          <w:b/>
        </w:rPr>
        <w:t>března 2026</w:t>
      </w:r>
      <w:r w:rsidRPr="00B323D5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B323D5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Prohlašujeme, že na </w:t>
      </w:r>
      <w:r w:rsidR="00AB49FA">
        <w:t>pracovišti</w:t>
      </w:r>
      <w:r w:rsidRPr="007364DE">
        <w:t xml:space="preserve"> </w:t>
      </w:r>
      <w:r w:rsidRPr="007364DE">
        <w:rPr>
          <w:b/>
          <w:bCs/>
        </w:rPr>
        <w:t xml:space="preserve">budou / nebudou* </w:t>
      </w:r>
      <w:r w:rsidRPr="007364DE">
        <w:rPr>
          <w:i/>
          <w:iCs/>
        </w:rPr>
        <w:t>(*nehodící se škrtněte)</w:t>
      </w:r>
      <w:r w:rsidRPr="007364DE"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</w:t>
      </w:r>
      <w:r w:rsidRPr="00B323D5">
        <w:t xml:space="preserve">realizaci </w:t>
      </w:r>
      <w:r w:rsidR="00AB49FA">
        <w:t>předmětu veřejné zakázky</w:t>
      </w:r>
      <w:r w:rsidRPr="00B323D5">
        <w:t>, tedy i případní poddodavatelé.</w:t>
      </w:r>
    </w:p>
    <w:p w:rsidR="00374707" w:rsidRPr="007364DE" w:rsidRDefault="00374707" w:rsidP="00374707">
      <w:pPr>
        <w:spacing w:before="120"/>
        <w:ind w:left="284"/>
      </w:pPr>
      <w:r w:rsidRPr="00B323D5">
        <w:t xml:space="preserve">Pokud bude naše nabídka vybrána jako nejvhodnější a bude s námi uzavřena smlouva, zavazujeme </w:t>
      </w:r>
      <w:r w:rsidRPr="007364DE">
        <w:t xml:space="preserve">se k součinnosti s koordinátorem bezpečnosti a ochrany zdraví při práci na </w:t>
      </w:r>
      <w:r w:rsidR="00A20DAF">
        <w:t>pracoviště</w:t>
      </w:r>
      <w:r w:rsidRPr="007364DE">
        <w:t xml:space="preserve">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kteří budou námi pověřeni prováděním veřejné zakázky nebo jeho části. Rovněž tak se zavazujeme zajistit, aby k součinnosti s koordinátorem BOZP byly po celou dobu realizace veřejné zakázky zavázány i jiné právnické nebo fyzické osoby – podnikatelé, kteří budou pověřeni realizací veřejné zakázky nebo </w:t>
      </w:r>
      <w:r>
        <w:t>jeho části některým z našich pod</w:t>
      </w:r>
      <w:r w:rsidRPr="007364DE">
        <w:t>dodavatelů.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smlouva</w:t>
      </w:r>
      <w:r w:rsidRPr="00B323D5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84E" w:rsidRDefault="0059084E" w:rsidP="00962258">
      <w:pPr>
        <w:spacing w:after="0" w:line="240" w:lineRule="auto"/>
      </w:pPr>
      <w:r>
        <w:separator/>
      </w:r>
    </w:p>
  </w:endnote>
  <w:endnote w:type="continuationSeparator" w:id="0">
    <w:p w:rsidR="0059084E" w:rsidRDefault="005908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65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65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693EC99" wp14:editId="63E876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8126E68" wp14:editId="26227F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65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657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7D6AA7D" wp14:editId="315778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3BD0A3F" wp14:editId="063EC95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84E" w:rsidRDefault="0059084E" w:rsidP="00962258">
      <w:pPr>
        <w:spacing w:after="0" w:line="240" w:lineRule="auto"/>
      </w:pPr>
      <w:r>
        <w:separator/>
      </w:r>
    </w:p>
  </w:footnote>
  <w:footnote w:type="continuationSeparator" w:id="0">
    <w:p w:rsidR="0059084E" w:rsidRDefault="005908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16578"/>
    <w:rsid w:val="001550BC"/>
    <w:rsid w:val="001605B9"/>
    <w:rsid w:val="00166097"/>
    <w:rsid w:val="00170EC5"/>
    <w:rsid w:val="001747C1"/>
    <w:rsid w:val="00184743"/>
    <w:rsid w:val="001C7171"/>
    <w:rsid w:val="001E7098"/>
    <w:rsid w:val="00207DF5"/>
    <w:rsid w:val="002403BC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16F6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20DAF"/>
    <w:rsid w:val="00A6177B"/>
    <w:rsid w:val="00A66136"/>
    <w:rsid w:val="00A83613"/>
    <w:rsid w:val="00AA4CBB"/>
    <w:rsid w:val="00AA65FA"/>
    <w:rsid w:val="00AA7351"/>
    <w:rsid w:val="00AB49FA"/>
    <w:rsid w:val="00AD01C5"/>
    <w:rsid w:val="00AD056F"/>
    <w:rsid w:val="00AD6731"/>
    <w:rsid w:val="00B15D0D"/>
    <w:rsid w:val="00B323D5"/>
    <w:rsid w:val="00B55585"/>
    <w:rsid w:val="00B75EE1"/>
    <w:rsid w:val="00B77481"/>
    <w:rsid w:val="00B838CB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13B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Style10">
    <w:name w:val="Style10"/>
    <w:basedOn w:val="Normln"/>
    <w:uiPriority w:val="99"/>
    <w:rsid w:val="001E7098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1E709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Style10">
    <w:name w:val="Style10"/>
    <w:basedOn w:val="Normln"/>
    <w:uiPriority w:val="99"/>
    <w:rsid w:val="001E7098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1E709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ACB43C58-1DEB-4EC5-A798-A89826B69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7</TotalTime>
  <Pages>2</Pages>
  <Words>640</Words>
  <Characters>3777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9</cp:revision>
  <cp:lastPrinted>2020-02-18T11:57:00Z</cp:lastPrinted>
  <dcterms:created xsi:type="dcterms:W3CDTF">2020-02-18T05:41:00Z</dcterms:created>
  <dcterms:modified xsi:type="dcterms:W3CDTF">2020-02-18T11:58:00Z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